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28 August 2007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Thailand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bookmarkStart w:id="28" w:name="bmkNotifiedDocumentTitle"/>
      <w:bookmarkEnd w:id="28"/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bmkSymbols2"/>
    <w:r>
      <w:t>G/TBT/N/THA/215/Add.1</w:t>
    </w:r>
    <w:bookmarkEnd w:id="29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0" w:name="spsSymbolHeader"/>
    <w:r w:rsidRPr="006C5A96">
      <w:t>G/TBT/N/THA/215/Add.1</w:t>
    </w:r>
    <w:bookmarkEnd w:id="30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84004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1" w:name="bmkSymbols"/>
          <w:r w:rsidRPr="00C14444">
            <w:rPr>
              <w:rFonts w:eastAsia="Calibri" w:cs="Times New Roman"/>
              <w:b/>
              <w:szCs w:val="16"/>
            </w:rPr>
            <w:t>G/TBT/N/THA/215/Add.1</w:t>
          </w:r>
          <w:bookmarkEnd w:id="31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2" w:name="bmkDate"/>
          <w:r>
            <w:rPr>
              <w:rFonts w:eastAsia="Calibri" w:cs="Times New Roman"/>
              <w:szCs w:val="16"/>
            </w:rPr>
            <w:t>4 September 2007</w:t>
          </w:r>
          <w:bookmarkEnd w:id="32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3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3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4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4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